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80" w:rsidRPr="00BB0680" w:rsidRDefault="006A7DA5" w:rsidP="00A64C0E">
      <w:pPr>
        <w:rPr>
          <w:rFonts w:ascii="Arial" w:hAnsi="Arial" w:cs="Arial"/>
          <w:sz w:val="22"/>
          <w:szCs w:val="22"/>
          <w:lang w:val="es-ES"/>
        </w:rPr>
      </w:pPr>
      <w:r w:rsidRPr="00BB0680">
        <w:rPr>
          <w:rFonts w:ascii="Arial" w:hAnsi="Arial" w:cs="Arial"/>
          <w:sz w:val="22"/>
          <w:szCs w:val="22"/>
          <w:lang w:val="es-ES"/>
        </w:rPr>
        <w:tab/>
      </w:r>
      <w:r w:rsidRPr="00BB0680">
        <w:rPr>
          <w:rFonts w:ascii="Arial" w:hAnsi="Arial" w:cs="Arial"/>
          <w:sz w:val="22"/>
          <w:szCs w:val="22"/>
          <w:lang w:val="es-ES"/>
        </w:rPr>
        <w:tab/>
      </w:r>
      <w:r w:rsidRPr="00BB0680">
        <w:rPr>
          <w:rFonts w:ascii="Arial" w:hAnsi="Arial" w:cs="Arial"/>
          <w:sz w:val="22"/>
          <w:szCs w:val="22"/>
          <w:lang w:val="es-ES"/>
        </w:rPr>
        <w:tab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7"/>
        <w:gridCol w:w="4141"/>
      </w:tblGrid>
      <w:tr w:rsidR="00854C06" w:rsidRPr="00E0197A" w:rsidTr="00B90BA0">
        <w:tc>
          <w:tcPr>
            <w:tcW w:w="3936" w:type="dxa"/>
          </w:tcPr>
          <w:p w:rsidR="00854C06" w:rsidRPr="00E0197A" w:rsidRDefault="00854C06" w:rsidP="00B90BA0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</w:tcPr>
          <w:p w:rsidR="00854C06" w:rsidRPr="00A2025C" w:rsidRDefault="00854C06" w:rsidP="00B90BA0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854C06" w:rsidRPr="00FF211A" w:rsidRDefault="00854C06" w:rsidP="00854C06">
            <w:pPr>
              <w:jc w:val="both"/>
              <w:rPr>
                <w:b/>
                <w:noProof/>
                <w:color w:val="FF0000"/>
              </w:rPr>
            </w:pPr>
            <w:fldSimple w:instr=" MERGEFIELD  Entidad_nombre_es  \* MERGEFORMAT ">
              <w:r w:rsidRPr="005C0D34">
                <w:rPr>
                  <w:b/>
                  <w:noProof/>
                  <w:color w:val="FF0000"/>
                </w:rPr>
                <w:t>«Entidad_nombre_es»</w:t>
              </w:r>
            </w:fldSimple>
          </w:p>
          <w:p w:rsidR="00854C06" w:rsidRPr="00FF211A" w:rsidRDefault="00854C06" w:rsidP="00854C06">
            <w:pPr>
              <w:jc w:val="both"/>
              <w:rPr>
                <w:b/>
                <w:noProof/>
                <w:color w:val="FF0000"/>
              </w:rPr>
            </w:pPr>
            <w:fldSimple w:instr=" MERGEFIELD  Entidad_calle  \* MERGEFORMAT ">
              <w:r w:rsidRPr="005C0D34">
                <w:rPr>
                  <w:b/>
                  <w:noProof/>
                  <w:color w:val="FF0000"/>
                </w:rPr>
                <w:t>«Entidad_calle»</w:t>
              </w:r>
            </w:fldSimple>
            <w:r>
              <w:rPr>
                <w:b/>
                <w:noProof/>
                <w:color w:val="FF0000"/>
              </w:rPr>
              <w:t xml:space="preserve"> </w:t>
            </w:r>
            <w:fldSimple w:instr=" MERGEFIELD  Entidad_portal  \* MERGEFORMAT ">
              <w:r w:rsidRPr="005C0D34">
                <w:rPr>
                  <w:b/>
                  <w:noProof/>
                  <w:color w:val="FF0000"/>
                </w:rPr>
                <w:t>«Entidad_portal»</w:t>
              </w:r>
            </w:fldSimple>
          </w:p>
          <w:p w:rsidR="00854C06" w:rsidRPr="00FF211A" w:rsidRDefault="00854C06" w:rsidP="00854C06">
            <w:pPr>
              <w:jc w:val="both"/>
              <w:rPr>
                <w:b/>
                <w:noProof/>
                <w:color w:val="FF0000"/>
              </w:rPr>
            </w:pPr>
            <w:fldSimple w:instr=" MERGEFIELD  Entidad_cp  \* MERGEFORMAT ">
              <w:r>
                <w:rPr>
                  <w:b/>
                  <w:noProof/>
                  <w:color w:val="FF0000"/>
                </w:rPr>
                <w:t>«Entidad_cp»</w:t>
              </w:r>
            </w:fldSimple>
            <w:r>
              <w:rPr>
                <w:b/>
                <w:noProof/>
                <w:color w:val="FF0000"/>
              </w:rPr>
              <w:t xml:space="preserve"> </w:t>
            </w:r>
            <w:fldSimple w:instr=" MERGEFIELD  Entidad_municipio  \* MERGEFORMAT ">
              <w:r>
                <w:rPr>
                  <w:b/>
                  <w:noProof/>
                  <w:color w:val="FF0000"/>
                </w:rPr>
                <w:t>«Entidad_municipio»</w:t>
              </w:r>
            </w:fldSimple>
          </w:p>
          <w:p w:rsidR="00854C06" w:rsidRPr="00FF211A" w:rsidRDefault="00854C06" w:rsidP="00854C06">
            <w:pPr>
              <w:jc w:val="both"/>
              <w:rPr>
                <w:b/>
                <w:noProof/>
                <w:color w:val="FF0000"/>
              </w:rPr>
            </w:pPr>
            <w:fldSimple w:instr=" MERGEFIELD  Entidad_provincia  \* MERGEFORMAT ">
              <w:r>
                <w:rPr>
                  <w:b/>
                  <w:noProof/>
                  <w:color w:val="FF0000"/>
                </w:rPr>
                <w:t>«Entidad_provincia»</w:t>
              </w:r>
            </w:fldSimple>
          </w:p>
          <w:p w:rsidR="00854C06" w:rsidRPr="00E0197A" w:rsidRDefault="00854C06" w:rsidP="00B90BA0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A2025C" w:rsidRPr="00BB0680" w:rsidRDefault="00A2025C" w:rsidP="00A64C0E">
      <w:pPr>
        <w:rPr>
          <w:rFonts w:ascii="Arial" w:hAnsi="Arial" w:cs="Arial"/>
          <w:sz w:val="22"/>
          <w:szCs w:val="22"/>
          <w:lang w:val="es-ES"/>
        </w:rPr>
      </w:pPr>
    </w:p>
    <w:p w:rsidR="00A2025C" w:rsidRPr="00BB0680" w:rsidRDefault="00A2025C" w:rsidP="00A64C0E">
      <w:pPr>
        <w:rPr>
          <w:rFonts w:ascii="Arial" w:hAnsi="Arial" w:cs="Arial"/>
          <w:sz w:val="22"/>
          <w:szCs w:val="22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7"/>
        <w:gridCol w:w="4141"/>
      </w:tblGrid>
      <w:tr w:rsidR="00A2025C" w:rsidRPr="00A2025C" w:rsidTr="00E0197A">
        <w:tc>
          <w:tcPr>
            <w:tcW w:w="3936" w:type="dxa"/>
          </w:tcPr>
          <w:p w:rsidR="00A2025C" w:rsidRPr="00E0197A" w:rsidRDefault="00A2025C" w:rsidP="00854C06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Vitoria-Gasteiz, </w:t>
            </w:r>
            <w:fldSimple w:instr=" MERGEFIELD  FechaActual_eu  \* MERGEFORMAT ">
              <w:r w:rsidR="00854C06" w:rsidRPr="005C0D34">
                <w:rPr>
                  <w:rFonts w:ascii="Arial" w:hAnsi="Arial" w:cs="Arial"/>
                  <w:i/>
                  <w:noProof/>
                  <w:color w:val="FF0000"/>
                  <w:sz w:val="22"/>
                  <w:szCs w:val="22"/>
                  <w:lang w:val="es-ES"/>
                </w:rPr>
                <w:t>«FechaActual_eu»</w:t>
              </w:r>
            </w:fldSimple>
          </w:p>
        </w:tc>
        <w:tc>
          <w:tcPr>
            <w:tcW w:w="567" w:type="dxa"/>
          </w:tcPr>
          <w:p w:rsidR="00A2025C" w:rsidRPr="00A2025C" w:rsidRDefault="00A2025C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A2025C" w:rsidRPr="00E0197A" w:rsidRDefault="00A2025C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Vitoria-Gasteiz, </w:t>
            </w:r>
            <w:fldSimple w:instr=" MERGEFIELD  FechaActual_es  \* MERGEFORMAT ">
              <w:r w:rsidR="00854C06" w:rsidRPr="00854C06">
                <w:rPr>
                  <w:rFonts w:ascii="Arial" w:hAnsi="Arial" w:cs="Arial"/>
                  <w:i/>
                  <w:noProof/>
                  <w:color w:val="FF0000"/>
                  <w:sz w:val="22"/>
                  <w:szCs w:val="22"/>
                  <w:lang w:val="es-ES"/>
                </w:rPr>
                <w:t>«FechaActual_es»</w:t>
              </w:r>
            </w:fldSimple>
          </w:p>
          <w:p w:rsidR="00A2025C" w:rsidRPr="00E0197A" w:rsidRDefault="00A2025C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A2025C" w:rsidRPr="00A2025C" w:rsidTr="00E0197A">
        <w:tc>
          <w:tcPr>
            <w:tcW w:w="3936" w:type="dxa"/>
          </w:tcPr>
          <w:p w:rsidR="00A2025C" w:rsidRPr="00E0197A" w:rsidRDefault="00515777" w:rsidP="0051577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J</w:t>
            </w:r>
            <w:r w:rsidR="00A2025C" w:rsidRPr="00E0197A">
              <w:rPr>
                <w:rFonts w:ascii="Arial" w:hAnsi="Arial" w:cs="Arial"/>
                <w:sz w:val="22"/>
                <w:szCs w:val="22"/>
                <w:lang w:val="es-ES"/>
              </w:rPr>
              <w:t>aun</w:t>
            </w:r>
            <w:proofErr w:type="spellEnd"/>
            <w:r w:rsidR="00A2025C" w:rsidRPr="00E0197A">
              <w:rPr>
                <w:rFonts w:ascii="Arial" w:hAnsi="Arial" w:cs="Arial"/>
                <w:sz w:val="22"/>
                <w:szCs w:val="22"/>
                <w:lang w:val="es-ES"/>
              </w:rPr>
              <w:t>/</w:t>
            </w:r>
            <w:proofErr w:type="spellStart"/>
            <w:r w:rsidR="00A2025C" w:rsidRPr="00E0197A">
              <w:rPr>
                <w:rFonts w:ascii="Arial" w:hAnsi="Arial" w:cs="Arial"/>
                <w:sz w:val="22"/>
                <w:szCs w:val="22"/>
                <w:lang w:val="es-ES"/>
              </w:rPr>
              <w:t>andere</w:t>
            </w:r>
            <w:proofErr w:type="spellEnd"/>
            <w:r w:rsidR="00A2025C"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2025C" w:rsidRPr="00E0197A">
              <w:rPr>
                <w:rFonts w:ascii="Arial" w:hAnsi="Arial" w:cs="Arial"/>
                <w:sz w:val="22"/>
                <w:szCs w:val="22"/>
                <w:lang w:val="es-ES"/>
              </w:rPr>
              <w:t>agurgarria</w:t>
            </w:r>
            <w:proofErr w:type="spellEnd"/>
          </w:p>
        </w:tc>
        <w:tc>
          <w:tcPr>
            <w:tcW w:w="567" w:type="dxa"/>
          </w:tcPr>
          <w:p w:rsidR="00A2025C" w:rsidRPr="00A2025C" w:rsidRDefault="00A2025C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A2025C" w:rsidRPr="00E0197A" w:rsidRDefault="00A2025C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Estimado</w:t>
            </w:r>
            <w:r w:rsidR="00515777">
              <w:rPr>
                <w:rFonts w:ascii="Arial" w:hAnsi="Arial" w:cs="Arial"/>
                <w:sz w:val="22"/>
                <w:szCs w:val="22"/>
                <w:lang w:val="es-ES"/>
              </w:rPr>
              <w:t>/a Sr.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/</w:t>
            </w:r>
            <w:r w:rsidR="0051577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r</w:t>
            </w:r>
            <w:r w:rsidR="00515777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A2025C" w:rsidRPr="00E0197A" w:rsidRDefault="00A2025C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A2025C" w:rsidRPr="00A2025C" w:rsidTr="00E0197A">
        <w:tc>
          <w:tcPr>
            <w:tcW w:w="3936" w:type="dxa"/>
          </w:tcPr>
          <w:p w:rsidR="00A2025C" w:rsidRDefault="00A2025C" w:rsidP="000905B1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“</w:t>
            </w:r>
            <w:r w:rsidR="00CA7E9F">
              <w:fldChar w:fldCharType="begin"/>
            </w:r>
            <w:r w:rsidR="00CA7E9F">
              <w:instrText xml:space="preserve"> MERGEFIELD  Campania_nb_eu  \* MERGEFORMAT </w:instrText>
            </w:r>
            <w:r w:rsidR="00CA7E9F">
              <w:fldChar w:fldCharType="separate"/>
            </w:r>
            <w:r w:rsidR="00CA7E9F" w:rsidRPr="005C0D34">
              <w:rPr>
                <w:rFonts w:ascii="Arial" w:hAnsi="Arial" w:cs="Arial"/>
                <w:i/>
                <w:noProof/>
                <w:color w:val="FF0000"/>
                <w:sz w:val="22"/>
                <w:szCs w:val="22"/>
                <w:lang w:val="es-ES"/>
              </w:rPr>
              <w:t>«</w:t>
            </w:r>
            <w:proofErr w:type="spellStart"/>
            <w:r w:rsidR="00CA7E9F" w:rsidRPr="005C0D34">
              <w:rPr>
                <w:rFonts w:ascii="Arial" w:hAnsi="Arial" w:cs="Arial"/>
                <w:i/>
                <w:noProof/>
                <w:color w:val="FF0000"/>
                <w:sz w:val="22"/>
                <w:szCs w:val="22"/>
                <w:lang w:val="es-ES"/>
              </w:rPr>
              <w:t>Campania_nb_eu</w:t>
            </w:r>
            <w:proofErr w:type="spellEnd"/>
            <w:r w:rsidR="00CA7E9F" w:rsidRPr="005C0D34">
              <w:rPr>
                <w:rFonts w:ascii="Arial" w:hAnsi="Arial" w:cs="Arial"/>
                <w:i/>
                <w:noProof/>
                <w:color w:val="FF0000"/>
                <w:sz w:val="22"/>
                <w:szCs w:val="22"/>
                <w:lang w:val="es-ES"/>
              </w:rPr>
              <w:t>»</w:t>
            </w:r>
            <w:r w:rsidR="00CA7E9F">
              <w:fldChar w:fldCharType="end"/>
            </w:r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 xml:space="preserve">” programan parte </w:t>
            </w:r>
            <w:proofErr w:type="spellStart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hartzeko</w:t>
            </w:r>
            <w:proofErr w:type="spellEnd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zure</w:t>
            </w:r>
            <w:proofErr w:type="spellEnd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eskaria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dela</w:t>
            </w:r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 xml:space="preserve"> eta,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jakinarazten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dizugu</w:t>
            </w:r>
            <w:proofErr w:type="spellEnd"/>
            <w:proofErr w:type="gramStart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  <w:proofErr w:type="gramEnd"/>
          </w:p>
          <w:p w:rsidR="00CA7E9F" w:rsidRDefault="00CA7E9F" w:rsidP="000905B1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905B1" w:rsidRDefault="000905B1" w:rsidP="000905B1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905B1" w:rsidRPr="000905B1" w:rsidRDefault="000905B1" w:rsidP="000905B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Zure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eskaria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0905B1">
              <w:rPr>
                <w:rFonts w:ascii="Arial" w:hAnsi="Arial" w:cs="Arial"/>
                <w:b/>
                <w:sz w:val="22"/>
                <w:szCs w:val="22"/>
                <w:lang w:val="es-ES"/>
              </w:rPr>
              <w:t>ONARTUA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izan dela</w:t>
            </w:r>
          </w:p>
        </w:tc>
        <w:tc>
          <w:tcPr>
            <w:tcW w:w="567" w:type="dxa"/>
          </w:tcPr>
          <w:p w:rsidR="00A2025C" w:rsidRPr="00A2025C" w:rsidRDefault="00A2025C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0905B1" w:rsidRDefault="00290BA3" w:rsidP="000905B1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En relación con </w:t>
            </w:r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su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solicitud para participar en el programa “</w:t>
            </w:r>
            <w:r w:rsidR="00CA7E9F">
              <w:fldChar w:fldCharType="begin"/>
            </w:r>
            <w:r w:rsidR="00CA7E9F">
              <w:instrText xml:space="preserve"> MERGEFIELD  Campania_nb_es  \* MERGEFORMAT </w:instrText>
            </w:r>
            <w:r w:rsidR="00CA7E9F">
              <w:fldChar w:fldCharType="separate"/>
            </w:r>
            <w:r w:rsidR="00CA7E9F" w:rsidRPr="005C0D34">
              <w:rPr>
                <w:rFonts w:ascii="Arial" w:hAnsi="Arial" w:cs="Arial"/>
                <w:i/>
                <w:noProof/>
                <w:color w:val="FF0000"/>
                <w:sz w:val="22"/>
                <w:szCs w:val="22"/>
                <w:lang w:val="es-ES"/>
              </w:rPr>
              <w:t>«</w:t>
            </w:r>
            <w:proofErr w:type="spellStart"/>
            <w:r w:rsidR="00CA7E9F" w:rsidRPr="005C0D34">
              <w:rPr>
                <w:rFonts w:ascii="Arial" w:hAnsi="Arial" w:cs="Arial"/>
                <w:i/>
                <w:noProof/>
                <w:color w:val="FF0000"/>
                <w:sz w:val="22"/>
                <w:szCs w:val="22"/>
                <w:lang w:val="es-ES"/>
              </w:rPr>
              <w:t>Campania_nb_es</w:t>
            </w:r>
            <w:proofErr w:type="spellEnd"/>
            <w:r w:rsidR="00CA7E9F" w:rsidRPr="005C0D34">
              <w:rPr>
                <w:rFonts w:ascii="Arial" w:hAnsi="Arial" w:cs="Arial"/>
                <w:i/>
                <w:noProof/>
                <w:color w:val="FF0000"/>
                <w:sz w:val="22"/>
                <w:szCs w:val="22"/>
                <w:lang w:val="es-ES"/>
              </w:rPr>
              <w:t>»</w:t>
            </w:r>
            <w:r w:rsidR="00CA7E9F">
              <w:fldChar w:fldCharType="end"/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”, le comunicamos que</w:t>
            </w:r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  <w:p w:rsidR="000905B1" w:rsidRDefault="000905B1" w:rsidP="000905B1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2025C" w:rsidRPr="000905B1" w:rsidRDefault="00290BA3" w:rsidP="000905B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905B1">
              <w:rPr>
                <w:rFonts w:ascii="Arial" w:hAnsi="Arial" w:cs="Arial"/>
                <w:sz w:val="22"/>
                <w:szCs w:val="22"/>
                <w:lang w:val="es-ES"/>
              </w:rPr>
              <w:t>su solicitud ha sido</w:t>
            </w:r>
            <w:r w:rsidRPr="000905B1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  <w:r w:rsidR="000905B1" w:rsidRPr="000905B1">
              <w:rPr>
                <w:rFonts w:ascii="Arial" w:hAnsi="Arial" w:cs="Arial"/>
                <w:b/>
                <w:sz w:val="22"/>
                <w:szCs w:val="22"/>
                <w:lang w:val="es-ES"/>
              </w:rPr>
              <w:t>ACEPTADA</w:t>
            </w:r>
            <w:r w:rsidRPr="000905B1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</w:tr>
      <w:tr w:rsidR="00290BA3" w:rsidRPr="00A2025C" w:rsidTr="00E0197A">
        <w:tc>
          <w:tcPr>
            <w:tcW w:w="3936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290BA3" w:rsidRPr="00A2025C" w:rsidTr="00E0197A">
        <w:tc>
          <w:tcPr>
            <w:tcW w:w="3936" w:type="dxa"/>
          </w:tcPr>
          <w:p w:rsidR="00854C06" w:rsidRDefault="00854C06" w:rsidP="00854C06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Zehazki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fldSimple w:instr=" MERGEFIELD  Intervalo_imparticion_eu  \* MERGEFORMAT ">
              <w:r w:rsidRPr="005C0D34">
                <w:rPr>
                  <w:rFonts w:ascii="Arial" w:hAnsi="Arial" w:cs="Arial"/>
                  <w:noProof/>
                  <w:color w:val="FF0000"/>
                  <w:sz w:val="22"/>
                  <w:szCs w:val="22"/>
                  <w:lang w:val="es-ES"/>
                </w:rPr>
                <w:t>«Intervalo_imparticion_eu»</w:t>
              </w:r>
            </w:fldSimple>
            <w:r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bitartean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burutuko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da programa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zure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taldearekin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854C06" w:rsidRDefault="00854C06" w:rsidP="00854C06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Hau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dela eta, programa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aurrera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eramateko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eta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beharrezkoak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diren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prestaketak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egiteko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izendatu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duzuen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pertsonarekin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kontaktuan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jarriko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gara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aipatutako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data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baino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bi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aste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lehenago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854C06" w:rsidRDefault="00854C06" w:rsidP="00854C06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Concretamente será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entre las fechas 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fldSimple w:instr=" MERGEFIELD  Intervalo_imparticion_es  \* MERGEFORMAT ">
              <w:r w:rsidRPr="005C0D34">
                <w:rPr>
                  <w:rFonts w:ascii="Arial" w:hAnsi="Arial" w:cs="Arial"/>
                  <w:noProof/>
                  <w:color w:val="FF0000"/>
                  <w:sz w:val="22"/>
                  <w:szCs w:val="22"/>
                  <w:lang w:val="es-ES"/>
                </w:rPr>
                <w:t>«Intervalo_imparticion_es»</w:t>
              </w:r>
            </w:fldSimple>
            <w:r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  <w:t xml:space="preserve"> 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en l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os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que se realizará el programa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con su entidad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854C06" w:rsidRPr="00E0197A" w:rsidRDefault="00854C06" w:rsidP="00854C06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Por ello, con dos semanas de antelación a la citada fecha, el equipo encargado de la realización del programa se pondrá en contacto con la persona designada por ese centro para realizar los preparativos necesarios.</w:t>
            </w:r>
          </w:p>
        </w:tc>
      </w:tr>
      <w:tr w:rsidR="00290BA3" w:rsidRPr="00A2025C" w:rsidTr="00E0197A">
        <w:tc>
          <w:tcPr>
            <w:tcW w:w="3936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290BA3" w:rsidRPr="00A2025C" w:rsidTr="00E0197A">
        <w:tc>
          <w:tcPr>
            <w:tcW w:w="3936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Hala ere,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arazoren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bat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izanez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gero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talde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arduradunarekin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harremanetan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jarri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94-4745775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telefonoan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(Begoña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edo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Lourdes).</w:t>
            </w: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No obstante, en caso de que tuvieran algún problema podrán ponerse en contacto con el equipo responsable en el teléfono 94-4745775 (Begoña o Lourdes).</w:t>
            </w:r>
          </w:p>
        </w:tc>
      </w:tr>
      <w:tr w:rsidR="00290BA3" w:rsidRPr="00A2025C" w:rsidTr="00E0197A">
        <w:tc>
          <w:tcPr>
            <w:tcW w:w="3936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290BA3" w:rsidRPr="00A2025C" w:rsidTr="00E0197A">
        <w:tc>
          <w:tcPr>
            <w:tcW w:w="3936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Besterik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gabe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har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ezazu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agur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bero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bat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290BA3" w:rsidRPr="00E0197A" w:rsidRDefault="00E0197A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Sin otro particular, reciba un cordial saludo.</w:t>
            </w:r>
          </w:p>
        </w:tc>
      </w:tr>
    </w:tbl>
    <w:p w:rsidR="00A2025C" w:rsidRPr="00E0197A" w:rsidRDefault="00A2025C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E0197A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E0197A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E0197A">
        <w:rPr>
          <w:rFonts w:ascii="Arial" w:hAnsi="Arial" w:cs="Arial"/>
          <w:sz w:val="22"/>
          <w:szCs w:val="22"/>
          <w:lang w:val="es-ES"/>
        </w:rPr>
        <w:t>ELENA UNZUETA TORRE</w:t>
      </w:r>
    </w:p>
    <w:p w:rsidR="006A7DA5" w:rsidRPr="00E0197A" w:rsidRDefault="00E0197A" w:rsidP="0063404F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E0197A">
        <w:rPr>
          <w:rFonts w:ascii="Arial" w:hAnsi="Arial" w:cs="Arial"/>
          <w:sz w:val="22"/>
          <w:szCs w:val="22"/>
          <w:lang w:val="es-ES"/>
        </w:rPr>
        <w:t>KONTSUMOBIDEKO ZUZENDARIA /DIRECTORA DE KONTSUMOBIDE</w:t>
      </w:r>
      <w:bookmarkStart w:id="0" w:name="_GoBack"/>
      <w:bookmarkEnd w:id="0"/>
    </w:p>
    <w:sectPr w:rsidR="006A7DA5" w:rsidRPr="00E0197A" w:rsidSect="0022229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567" w:right="1701" w:bottom="567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0B7" w:rsidRDefault="002D30B7">
      <w:r>
        <w:separator/>
      </w:r>
    </w:p>
  </w:endnote>
  <w:endnote w:type="continuationSeparator" w:id="0">
    <w:p w:rsidR="002D30B7" w:rsidRDefault="002D3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D0B" w:rsidRDefault="00A92D0B" w:rsidP="00967DA1">
    <w:pPr>
      <w:pStyle w:val="Piedepgina"/>
      <w:tabs>
        <w:tab w:val="clear" w:pos="4252"/>
        <w:tab w:val="clear" w:pos="8504"/>
      </w:tabs>
      <w:ind w:left="4500"/>
      <w:rPr>
        <w:rFonts w:ascii="Arial" w:hAnsi="Arial" w:cs="Arial"/>
        <w:b/>
        <w:sz w:val="12"/>
        <w:szCs w:val="12"/>
        <w:lang w:val="eu-ES"/>
      </w:rPr>
    </w:pPr>
  </w:p>
  <w:p w:rsidR="00A92D0B" w:rsidRPr="004912AA" w:rsidRDefault="00A92D0B" w:rsidP="006077FD">
    <w:pPr>
      <w:pStyle w:val="Piedepgina"/>
      <w:tabs>
        <w:tab w:val="clear" w:pos="4252"/>
        <w:tab w:val="clear" w:pos="8504"/>
      </w:tabs>
      <w:ind w:left="7020" w:right="-1701"/>
      <w:rPr>
        <w:rFonts w:ascii="Arial" w:hAnsi="Arial" w:cs="Arial"/>
        <w:b/>
        <w:sz w:val="12"/>
        <w:szCs w:val="12"/>
        <w:lang w:val="eu-ES"/>
      </w:rPr>
    </w:pPr>
    <w:r w:rsidRPr="004912AA">
      <w:rPr>
        <w:rFonts w:ascii="Arial" w:hAnsi="Arial" w:cs="Arial"/>
        <w:b/>
        <w:sz w:val="12"/>
        <w:szCs w:val="12"/>
        <w:lang w:val="eu-ES"/>
      </w:rPr>
      <w:t>Eusko Jaurlaritzako erakunde autonomiaduna</w:t>
    </w:r>
  </w:p>
  <w:p w:rsidR="00A92D0B" w:rsidRPr="004912AA" w:rsidRDefault="00A92D0B" w:rsidP="006077FD">
    <w:pPr>
      <w:pStyle w:val="Piedepgina"/>
      <w:tabs>
        <w:tab w:val="clear" w:pos="4252"/>
        <w:tab w:val="clear" w:pos="8504"/>
      </w:tabs>
      <w:ind w:left="7020" w:right="-1701"/>
      <w:rPr>
        <w:rFonts w:ascii="Arial" w:hAnsi="Arial" w:cs="Arial"/>
        <w:sz w:val="12"/>
        <w:szCs w:val="12"/>
        <w:lang w:val="es-ES"/>
      </w:rPr>
    </w:pPr>
    <w:r w:rsidRPr="004912AA">
      <w:rPr>
        <w:rFonts w:ascii="Arial" w:hAnsi="Arial" w:cs="Arial"/>
        <w:sz w:val="12"/>
        <w:szCs w:val="12"/>
        <w:lang w:val="es-ES"/>
      </w:rPr>
      <w:t>Organismo Autónomo del Gobierno Vasco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D0B" w:rsidRPr="00DF22E7" w:rsidRDefault="00A92D0B" w:rsidP="004912AA">
    <w:pPr>
      <w:pStyle w:val="Piedepgina"/>
      <w:ind w:hanging="900"/>
      <w:rPr>
        <w:rFonts w:ascii="Arial" w:hAnsi="Arial" w:cs="Arial"/>
        <w:sz w:val="14"/>
        <w:szCs w:val="14"/>
        <w:lang w:val="es-ES"/>
      </w:rPr>
    </w:pPr>
    <w:r>
      <w:rPr>
        <w:rFonts w:ascii="Arial" w:hAnsi="Arial" w:cs="Arial"/>
        <w:sz w:val="14"/>
        <w:szCs w:val="14"/>
        <w:lang w:val="es-ES"/>
      </w:rPr>
      <w:t xml:space="preserve">Avenida de Santiago, 11 – 01002 Vitoria-Gasteiz / Tl. 945.06 21. 40 – </w:t>
    </w:r>
    <w:proofErr w:type="spellStart"/>
    <w:r>
      <w:rPr>
        <w:rFonts w:ascii="Arial" w:hAnsi="Arial" w:cs="Arial"/>
        <w:sz w:val="14"/>
        <w:szCs w:val="14"/>
        <w:lang w:val="es-ES"/>
      </w:rPr>
      <w:t>Fx.</w:t>
    </w:r>
    <w:proofErr w:type="spellEnd"/>
    <w:r>
      <w:rPr>
        <w:rFonts w:ascii="Arial" w:hAnsi="Arial" w:cs="Arial"/>
        <w:sz w:val="14"/>
        <w:szCs w:val="14"/>
        <w:lang w:val="es-ES"/>
      </w:rPr>
      <w:t xml:space="preserve"> 945 06.21.41</w:t>
    </w:r>
  </w:p>
  <w:p w:rsidR="00A92D0B" w:rsidRPr="00DF22E7" w:rsidRDefault="00A92D0B" w:rsidP="004912AA">
    <w:pPr>
      <w:pStyle w:val="Piedepgina"/>
      <w:ind w:hanging="90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e-mail: </w:t>
    </w:r>
    <w:hyperlink r:id="rId1" w:history="1">
      <w:r w:rsidRPr="001424CD">
        <w:rPr>
          <w:rStyle w:val="Hipervnculo"/>
          <w:rFonts w:ascii="Arial" w:hAnsi="Arial" w:cs="Arial"/>
          <w:sz w:val="14"/>
          <w:szCs w:val="14"/>
        </w:rPr>
        <w:t>kontsumobide@kontsumobide.es</w:t>
      </w:r>
    </w:hyperlink>
    <w:r>
      <w:rPr>
        <w:rFonts w:ascii="Arial" w:hAnsi="Arial" w:cs="Arial"/>
        <w:sz w:val="14"/>
        <w:szCs w:val="14"/>
      </w:rPr>
      <w:t xml:space="preserve"> / </w:t>
    </w:r>
    <w:hyperlink r:id="rId2" w:history="1">
      <w:r w:rsidRPr="001424CD">
        <w:rPr>
          <w:rStyle w:val="Hipervnculo"/>
          <w:rFonts w:ascii="Arial" w:hAnsi="Arial" w:cs="Arial"/>
          <w:sz w:val="14"/>
          <w:szCs w:val="14"/>
        </w:rPr>
        <w:t>www.kontsumobide.net</w:t>
      </w:r>
    </w:hyperlink>
    <w:r>
      <w:rPr>
        <w:rFonts w:ascii="Arial" w:hAnsi="Arial" w:cs="Arial"/>
        <w:sz w:val="14"/>
        <w:szCs w:val="1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0B7" w:rsidRDefault="002D30B7">
      <w:r>
        <w:separator/>
      </w:r>
    </w:p>
  </w:footnote>
  <w:footnote w:type="continuationSeparator" w:id="0">
    <w:p w:rsidR="002D30B7" w:rsidRDefault="002D3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D0B" w:rsidRDefault="00A92D0B" w:rsidP="005D005B">
    <w:pPr>
      <w:pStyle w:val="Encabezado"/>
      <w:jc w:val="center"/>
    </w:pPr>
    <w:r>
      <w:rPr>
        <w:noProof/>
        <w:lang w:val="es-ES" w:eastAsia="es-E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65405</wp:posOffset>
          </wp:positionV>
          <wp:extent cx="1600200" cy="657225"/>
          <wp:effectExtent l="0" t="0" r="0" b="9525"/>
          <wp:wrapNone/>
          <wp:docPr id="13" name="Imagen 13" descr="KONTSUMObide-recortado_COLOR_s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ONTSUMObide-recortado_COLOR_s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92D0B" w:rsidRDefault="00A92D0B" w:rsidP="007E150F">
    <w:pPr>
      <w:pStyle w:val="Encabezado"/>
      <w:jc w:val="center"/>
    </w:pPr>
  </w:p>
  <w:p w:rsidR="00A92D0B" w:rsidRDefault="00A92D0B" w:rsidP="007E150F">
    <w:pPr>
      <w:pStyle w:val="Encabezado"/>
      <w:jc w:val="center"/>
    </w:pPr>
  </w:p>
  <w:p w:rsidR="00A92D0B" w:rsidRDefault="00A92D0B" w:rsidP="007E150F">
    <w:pPr>
      <w:pStyle w:val="Encabezado"/>
      <w:jc w:val="center"/>
    </w:pPr>
  </w:p>
  <w:p w:rsidR="00A92D0B" w:rsidRDefault="00A92D0B" w:rsidP="007E150F">
    <w:pPr>
      <w:pStyle w:val="Encabezado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D0B" w:rsidRDefault="00A92D0B" w:rsidP="005D005B">
    <w:pPr>
      <w:pStyle w:val="Encabezado"/>
      <w:jc w:val="center"/>
    </w:pPr>
    <w:r>
      <w:rPr>
        <w:noProof/>
        <w:lang w:val="es-ES" w:eastAsia="es-E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65405</wp:posOffset>
          </wp:positionV>
          <wp:extent cx="2286000" cy="1238250"/>
          <wp:effectExtent l="0" t="0" r="0" b="0"/>
          <wp:wrapNone/>
          <wp:docPr id="14" name="Imagen 14" descr="KONTSUMObide-recortado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ONTSUMObide-recortado_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tabs>
        <w:tab w:val="clear" w:pos="4252"/>
        <w:tab w:val="clear" w:pos="8504"/>
      </w:tabs>
      <w:jc w:val="center"/>
    </w:pP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60D6F"/>
    <w:multiLevelType w:val="hybridMultilevel"/>
    <w:tmpl w:val="1B7CCED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E040AC"/>
    <w:multiLevelType w:val="hybridMultilevel"/>
    <w:tmpl w:val="ACD882B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2025C"/>
    <w:rsid w:val="0000056E"/>
    <w:rsid w:val="0001139E"/>
    <w:rsid w:val="00012043"/>
    <w:rsid w:val="00013B9A"/>
    <w:rsid w:val="00014F71"/>
    <w:rsid w:val="00015591"/>
    <w:rsid w:val="000251D6"/>
    <w:rsid w:val="00032F32"/>
    <w:rsid w:val="00033A21"/>
    <w:rsid w:val="000352ED"/>
    <w:rsid w:val="00040B26"/>
    <w:rsid w:val="00053D2F"/>
    <w:rsid w:val="00063A35"/>
    <w:rsid w:val="00065F0E"/>
    <w:rsid w:val="0007179B"/>
    <w:rsid w:val="00080FE2"/>
    <w:rsid w:val="00081B0A"/>
    <w:rsid w:val="00085283"/>
    <w:rsid w:val="000905B1"/>
    <w:rsid w:val="00095567"/>
    <w:rsid w:val="000A0E87"/>
    <w:rsid w:val="000A3885"/>
    <w:rsid w:val="000A76A5"/>
    <w:rsid w:val="000C3328"/>
    <w:rsid w:val="000C3EAB"/>
    <w:rsid w:val="000C5F56"/>
    <w:rsid w:val="000E3550"/>
    <w:rsid w:val="000F210D"/>
    <w:rsid w:val="00100B3D"/>
    <w:rsid w:val="0010127F"/>
    <w:rsid w:val="0010411D"/>
    <w:rsid w:val="00104E08"/>
    <w:rsid w:val="0012362F"/>
    <w:rsid w:val="00127AE5"/>
    <w:rsid w:val="001312F9"/>
    <w:rsid w:val="00131EBC"/>
    <w:rsid w:val="0013573C"/>
    <w:rsid w:val="00147D8F"/>
    <w:rsid w:val="00155547"/>
    <w:rsid w:val="00170EB0"/>
    <w:rsid w:val="001746A9"/>
    <w:rsid w:val="001763F2"/>
    <w:rsid w:val="001801D6"/>
    <w:rsid w:val="00181772"/>
    <w:rsid w:val="0018574F"/>
    <w:rsid w:val="001875CB"/>
    <w:rsid w:val="00190FA4"/>
    <w:rsid w:val="001A07F1"/>
    <w:rsid w:val="001C6400"/>
    <w:rsid w:val="001D2E55"/>
    <w:rsid w:val="001E2721"/>
    <w:rsid w:val="001E5135"/>
    <w:rsid w:val="001F08FA"/>
    <w:rsid w:val="001F4556"/>
    <w:rsid w:val="001F4BBF"/>
    <w:rsid w:val="001F5B20"/>
    <w:rsid w:val="001F6835"/>
    <w:rsid w:val="002129EB"/>
    <w:rsid w:val="002201CF"/>
    <w:rsid w:val="0022229A"/>
    <w:rsid w:val="00236B37"/>
    <w:rsid w:val="00240415"/>
    <w:rsid w:val="0024107B"/>
    <w:rsid w:val="00254E0F"/>
    <w:rsid w:val="00257B3B"/>
    <w:rsid w:val="00265828"/>
    <w:rsid w:val="0028110F"/>
    <w:rsid w:val="00284C99"/>
    <w:rsid w:val="002907B3"/>
    <w:rsid w:val="00290BA3"/>
    <w:rsid w:val="002921E6"/>
    <w:rsid w:val="002957B2"/>
    <w:rsid w:val="00296D62"/>
    <w:rsid w:val="00297555"/>
    <w:rsid w:val="002B70C7"/>
    <w:rsid w:val="002C25C0"/>
    <w:rsid w:val="002C32E8"/>
    <w:rsid w:val="002D009D"/>
    <w:rsid w:val="002D30B7"/>
    <w:rsid w:val="002D7EDA"/>
    <w:rsid w:val="002F34E4"/>
    <w:rsid w:val="00311025"/>
    <w:rsid w:val="003215DE"/>
    <w:rsid w:val="00330D9F"/>
    <w:rsid w:val="00335403"/>
    <w:rsid w:val="0033702A"/>
    <w:rsid w:val="003436D8"/>
    <w:rsid w:val="0034412E"/>
    <w:rsid w:val="00351DD6"/>
    <w:rsid w:val="00353640"/>
    <w:rsid w:val="00356356"/>
    <w:rsid w:val="003657E8"/>
    <w:rsid w:val="00370327"/>
    <w:rsid w:val="003715BE"/>
    <w:rsid w:val="00385D34"/>
    <w:rsid w:val="00394D74"/>
    <w:rsid w:val="003B4D43"/>
    <w:rsid w:val="003B525A"/>
    <w:rsid w:val="003B5BD2"/>
    <w:rsid w:val="003C6A34"/>
    <w:rsid w:val="003D6D08"/>
    <w:rsid w:val="003E1B16"/>
    <w:rsid w:val="003E6568"/>
    <w:rsid w:val="003E7F79"/>
    <w:rsid w:val="003F1258"/>
    <w:rsid w:val="00405311"/>
    <w:rsid w:val="00407410"/>
    <w:rsid w:val="00410310"/>
    <w:rsid w:val="004252AB"/>
    <w:rsid w:val="004339E7"/>
    <w:rsid w:val="00440688"/>
    <w:rsid w:val="0044164B"/>
    <w:rsid w:val="00460B14"/>
    <w:rsid w:val="00474D39"/>
    <w:rsid w:val="00477D4B"/>
    <w:rsid w:val="004835E0"/>
    <w:rsid w:val="0048615B"/>
    <w:rsid w:val="00487942"/>
    <w:rsid w:val="004912AA"/>
    <w:rsid w:val="00493E07"/>
    <w:rsid w:val="004A119F"/>
    <w:rsid w:val="004A78B9"/>
    <w:rsid w:val="004B5D17"/>
    <w:rsid w:val="004C418E"/>
    <w:rsid w:val="004C5CDD"/>
    <w:rsid w:val="004D04EF"/>
    <w:rsid w:val="004D1B70"/>
    <w:rsid w:val="004F0966"/>
    <w:rsid w:val="004F65DF"/>
    <w:rsid w:val="004F799B"/>
    <w:rsid w:val="005044A1"/>
    <w:rsid w:val="005053E4"/>
    <w:rsid w:val="00507268"/>
    <w:rsid w:val="0051388B"/>
    <w:rsid w:val="005151D9"/>
    <w:rsid w:val="00515777"/>
    <w:rsid w:val="00516443"/>
    <w:rsid w:val="005205EA"/>
    <w:rsid w:val="005328D0"/>
    <w:rsid w:val="00553A6F"/>
    <w:rsid w:val="00560640"/>
    <w:rsid w:val="00560993"/>
    <w:rsid w:val="00561D71"/>
    <w:rsid w:val="00562419"/>
    <w:rsid w:val="00571305"/>
    <w:rsid w:val="005755AF"/>
    <w:rsid w:val="00581C4D"/>
    <w:rsid w:val="00583A20"/>
    <w:rsid w:val="00583F9B"/>
    <w:rsid w:val="005941AD"/>
    <w:rsid w:val="005A06DA"/>
    <w:rsid w:val="005A07DB"/>
    <w:rsid w:val="005B3AE9"/>
    <w:rsid w:val="005C4576"/>
    <w:rsid w:val="005C74BB"/>
    <w:rsid w:val="005D005B"/>
    <w:rsid w:val="005D0D39"/>
    <w:rsid w:val="005D6BC9"/>
    <w:rsid w:val="005E1D8D"/>
    <w:rsid w:val="005E1F4C"/>
    <w:rsid w:val="005E222F"/>
    <w:rsid w:val="005E3B01"/>
    <w:rsid w:val="005F3044"/>
    <w:rsid w:val="005F3DDE"/>
    <w:rsid w:val="005F60B7"/>
    <w:rsid w:val="005F6397"/>
    <w:rsid w:val="006077FD"/>
    <w:rsid w:val="00625D6D"/>
    <w:rsid w:val="00627D04"/>
    <w:rsid w:val="0063404F"/>
    <w:rsid w:val="0066127D"/>
    <w:rsid w:val="006678C0"/>
    <w:rsid w:val="00671536"/>
    <w:rsid w:val="006750A3"/>
    <w:rsid w:val="00681347"/>
    <w:rsid w:val="00684DA3"/>
    <w:rsid w:val="006976E1"/>
    <w:rsid w:val="006A1689"/>
    <w:rsid w:val="006A1838"/>
    <w:rsid w:val="006A2C75"/>
    <w:rsid w:val="006A7DA5"/>
    <w:rsid w:val="006B1A2B"/>
    <w:rsid w:val="006B2A58"/>
    <w:rsid w:val="006C7C38"/>
    <w:rsid w:val="006E01CE"/>
    <w:rsid w:val="006E0D29"/>
    <w:rsid w:val="006E72CD"/>
    <w:rsid w:val="006F484F"/>
    <w:rsid w:val="00713D51"/>
    <w:rsid w:val="00717E27"/>
    <w:rsid w:val="00720152"/>
    <w:rsid w:val="00722822"/>
    <w:rsid w:val="0072511B"/>
    <w:rsid w:val="00730C86"/>
    <w:rsid w:val="007415AC"/>
    <w:rsid w:val="007433AC"/>
    <w:rsid w:val="00743F26"/>
    <w:rsid w:val="007805D5"/>
    <w:rsid w:val="00796026"/>
    <w:rsid w:val="007A7F69"/>
    <w:rsid w:val="007B10F7"/>
    <w:rsid w:val="007B1C3D"/>
    <w:rsid w:val="007D0D0C"/>
    <w:rsid w:val="007D356B"/>
    <w:rsid w:val="007D7E4D"/>
    <w:rsid w:val="007D7FE0"/>
    <w:rsid w:val="007E150F"/>
    <w:rsid w:val="007F403D"/>
    <w:rsid w:val="00800CD7"/>
    <w:rsid w:val="00801774"/>
    <w:rsid w:val="00803D85"/>
    <w:rsid w:val="008053F5"/>
    <w:rsid w:val="00806DD1"/>
    <w:rsid w:val="00810780"/>
    <w:rsid w:val="0081473C"/>
    <w:rsid w:val="00824031"/>
    <w:rsid w:val="0082570E"/>
    <w:rsid w:val="0083323B"/>
    <w:rsid w:val="00834D67"/>
    <w:rsid w:val="0084052C"/>
    <w:rsid w:val="00844E42"/>
    <w:rsid w:val="008456E2"/>
    <w:rsid w:val="00850CAB"/>
    <w:rsid w:val="00854C06"/>
    <w:rsid w:val="00860295"/>
    <w:rsid w:val="00860A64"/>
    <w:rsid w:val="00861698"/>
    <w:rsid w:val="008641C7"/>
    <w:rsid w:val="00875198"/>
    <w:rsid w:val="00877175"/>
    <w:rsid w:val="0088694E"/>
    <w:rsid w:val="0089502A"/>
    <w:rsid w:val="00897F06"/>
    <w:rsid w:val="008A10DC"/>
    <w:rsid w:val="008A294E"/>
    <w:rsid w:val="008B06C7"/>
    <w:rsid w:val="008B35E0"/>
    <w:rsid w:val="008C000E"/>
    <w:rsid w:val="008C3442"/>
    <w:rsid w:val="008D2889"/>
    <w:rsid w:val="008E3993"/>
    <w:rsid w:val="008E7FD8"/>
    <w:rsid w:val="008F09C3"/>
    <w:rsid w:val="008F3DFE"/>
    <w:rsid w:val="008F61E3"/>
    <w:rsid w:val="008F7057"/>
    <w:rsid w:val="00905565"/>
    <w:rsid w:val="00915C4C"/>
    <w:rsid w:val="0092321F"/>
    <w:rsid w:val="009400C3"/>
    <w:rsid w:val="0094765E"/>
    <w:rsid w:val="00955613"/>
    <w:rsid w:val="00967DA1"/>
    <w:rsid w:val="009726E3"/>
    <w:rsid w:val="00975B14"/>
    <w:rsid w:val="00980EB3"/>
    <w:rsid w:val="009973CE"/>
    <w:rsid w:val="009A395A"/>
    <w:rsid w:val="009A5A4B"/>
    <w:rsid w:val="009A6EC4"/>
    <w:rsid w:val="009A7897"/>
    <w:rsid w:val="009B0D13"/>
    <w:rsid w:val="009B111F"/>
    <w:rsid w:val="009B52E3"/>
    <w:rsid w:val="009B7E43"/>
    <w:rsid w:val="009D4643"/>
    <w:rsid w:val="009F625D"/>
    <w:rsid w:val="009F79E4"/>
    <w:rsid w:val="00A0282B"/>
    <w:rsid w:val="00A0702E"/>
    <w:rsid w:val="00A137DB"/>
    <w:rsid w:val="00A16731"/>
    <w:rsid w:val="00A2025C"/>
    <w:rsid w:val="00A24F40"/>
    <w:rsid w:val="00A2547D"/>
    <w:rsid w:val="00A310D1"/>
    <w:rsid w:val="00A31346"/>
    <w:rsid w:val="00A5464E"/>
    <w:rsid w:val="00A60795"/>
    <w:rsid w:val="00A64C0E"/>
    <w:rsid w:val="00A67E70"/>
    <w:rsid w:val="00A85166"/>
    <w:rsid w:val="00A92D0B"/>
    <w:rsid w:val="00AA7CFE"/>
    <w:rsid w:val="00AB56CC"/>
    <w:rsid w:val="00AB7BF8"/>
    <w:rsid w:val="00AD1C5D"/>
    <w:rsid w:val="00AF316A"/>
    <w:rsid w:val="00B07536"/>
    <w:rsid w:val="00B1074A"/>
    <w:rsid w:val="00B1458F"/>
    <w:rsid w:val="00B16A94"/>
    <w:rsid w:val="00B22975"/>
    <w:rsid w:val="00B37032"/>
    <w:rsid w:val="00B45019"/>
    <w:rsid w:val="00B51C32"/>
    <w:rsid w:val="00B61525"/>
    <w:rsid w:val="00B7282E"/>
    <w:rsid w:val="00B733D4"/>
    <w:rsid w:val="00B76C37"/>
    <w:rsid w:val="00B903CF"/>
    <w:rsid w:val="00B92E2B"/>
    <w:rsid w:val="00B96024"/>
    <w:rsid w:val="00BA2562"/>
    <w:rsid w:val="00BA2F7F"/>
    <w:rsid w:val="00BA42B0"/>
    <w:rsid w:val="00BA560B"/>
    <w:rsid w:val="00BB0680"/>
    <w:rsid w:val="00BC77B7"/>
    <w:rsid w:val="00BC7A18"/>
    <w:rsid w:val="00BC7CB4"/>
    <w:rsid w:val="00BD412F"/>
    <w:rsid w:val="00BD4571"/>
    <w:rsid w:val="00BF0E49"/>
    <w:rsid w:val="00BF47F4"/>
    <w:rsid w:val="00C02C89"/>
    <w:rsid w:val="00C4768D"/>
    <w:rsid w:val="00C555B7"/>
    <w:rsid w:val="00C57525"/>
    <w:rsid w:val="00C6366D"/>
    <w:rsid w:val="00C72B34"/>
    <w:rsid w:val="00C75145"/>
    <w:rsid w:val="00C86511"/>
    <w:rsid w:val="00C9713F"/>
    <w:rsid w:val="00CA31E1"/>
    <w:rsid w:val="00CA7E9F"/>
    <w:rsid w:val="00CB1807"/>
    <w:rsid w:val="00CD17A5"/>
    <w:rsid w:val="00CD61B9"/>
    <w:rsid w:val="00CF05F9"/>
    <w:rsid w:val="00D00AFB"/>
    <w:rsid w:val="00D02553"/>
    <w:rsid w:val="00D03E49"/>
    <w:rsid w:val="00D05C83"/>
    <w:rsid w:val="00D17976"/>
    <w:rsid w:val="00D22A41"/>
    <w:rsid w:val="00D24410"/>
    <w:rsid w:val="00D27A7A"/>
    <w:rsid w:val="00D32AE1"/>
    <w:rsid w:val="00D415CB"/>
    <w:rsid w:val="00D418D2"/>
    <w:rsid w:val="00D426E9"/>
    <w:rsid w:val="00D44BFE"/>
    <w:rsid w:val="00D458EC"/>
    <w:rsid w:val="00D511E9"/>
    <w:rsid w:val="00D614F1"/>
    <w:rsid w:val="00D7064B"/>
    <w:rsid w:val="00D76C2C"/>
    <w:rsid w:val="00D94019"/>
    <w:rsid w:val="00DA309E"/>
    <w:rsid w:val="00DB550D"/>
    <w:rsid w:val="00DB5799"/>
    <w:rsid w:val="00DB7DAF"/>
    <w:rsid w:val="00DC48B0"/>
    <w:rsid w:val="00DC61CD"/>
    <w:rsid w:val="00DC7599"/>
    <w:rsid w:val="00DD5A8D"/>
    <w:rsid w:val="00DE0C4B"/>
    <w:rsid w:val="00DE3DB2"/>
    <w:rsid w:val="00DF0AE8"/>
    <w:rsid w:val="00DF22E7"/>
    <w:rsid w:val="00E0141F"/>
    <w:rsid w:val="00E0197A"/>
    <w:rsid w:val="00E044EE"/>
    <w:rsid w:val="00E23F3F"/>
    <w:rsid w:val="00E433D6"/>
    <w:rsid w:val="00E45E55"/>
    <w:rsid w:val="00E46BBD"/>
    <w:rsid w:val="00E762CE"/>
    <w:rsid w:val="00E770D4"/>
    <w:rsid w:val="00E801B2"/>
    <w:rsid w:val="00E90B7E"/>
    <w:rsid w:val="00EA0B7F"/>
    <w:rsid w:val="00EA7748"/>
    <w:rsid w:val="00EB26B5"/>
    <w:rsid w:val="00EB2EC1"/>
    <w:rsid w:val="00EC151F"/>
    <w:rsid w:val="00ED1E2A"/>
    <w:rsid w:val="00EE4E79"/>
    <w:rsid w:val="00EE6116"/>
    <w:rsid w:val="00EE746D"/>
    <w:rsid w:val="00EF5F56"/>
    <w:rsid w:val="00EF6D3C"/>
    <w:rsid w:val="00F008FB"/>
    <w:rsid w:val="00F118AB"/>
    <w:rsid w:val="00F241E7"/>
    <w:rsid w:val="00F27571"/>
    <w:rsid w:val="00F432AF"/>
    <w:rsid w:val="00F47F7E"/>
    <w:rsid w:val="00F60F4E"/>
    <w:rsid w:val="00F62C1D"/>
    <w:rsid w:val="00F644F2"/>
    <w:rsid w:val="00F65B1F"/>
    <w:rsid w:val="00F74614"/>
    <w:rsid w:val="00F90E91"/>
    <w:rsid w:val="00F96349"/>
    <w:rsid w:val="00F974D8"/>
    <w:rsid w:val="00FA103B"/>
    <w:rsid w:val="00FA6EC3"/>
    <w:rsid w:val="00FB3F08"/>
    <w:rsid w:val="00FB6423"/>
    <w:rsid w:val="00FB7E10"/>
    <w:rsid w:val="00FC289D"/>
    <w:rsid w:val="00FD3B2D"/>
    <w:rsid w:val="00FE66B3"/>
    <w:rsid w:val="00FF4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0EB0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201C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201CF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2201CF"/>
    <w:rPr>
      <w:color w:val="0000FF"/>
      <w:u w:val="single"/>
    </w:rPr>
  </w:style>
  <w:style w:type="table" w:styleId="Tablaconcuadrcula">
    <w:name w:val="Table Grid"/>
    <w:basedOn w:val="Tablanormal"/>
    <w:rsid w:val="00A202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4B5D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B5D17"/>
    <w:rPr>
      <w:rFonts w:ascii="Tahoma" w:hAnsi="Tahoma" w:cs="Tahoma"/>
      <w:sz w:val="16"/>
      <w:szCs w:val="16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90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201C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201CF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2201CF"/>
    <w:rPr>
      <w:color w:val="0000FF"/>
      <w:u w:val="single"/>
    </w:rPr>
  </w:style>
  <w:style w:type="table" w:styleId="Tablaconcuadrcula">
    <w:name w:val="Table Grid"/>
    <w:basedOn w:val="Tablanormal"/>
    <w:rsid w:val="00A202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4B5D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B5D17"/>
    <w:rPr>
      <w:rFonts w:ascii="Tahoma" w:hAnsi="Tahoma" w:cs="Tahoma"/>
      <w:sz w:val="16"/>
      <w:szCs w:val="16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905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ntsumobide.net" TargetMode="External"/><Relationship Id="rId1" Type="http://schemas.openxmlformats.org/officeDocument/2006/relationships/hyperlink" Target="mailto:kontsumobide@kontsumobide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os\IARGARAT\AppData\Roaming\Microsoft\Plantillas\Kontsumobide_plantill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Kontsumobide_plantilla.dot</Template>
  <TotalTime>5</TotalTime>
  <Pages>1</Pages>
  <Words>328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2134</CharactersWithSpaces>
  <SharedDoc>false</SharedDoc>
  <HLinks>
    <vt:vector size="12" baseType="variant">
      <vt:variant>
        <vt:i4>5374023</vt:i4>
      </vt:variant>
      <vt:variant>
        <vt:i4>3</vt:i4>
      </vt:variant>
      <vt:variant>
        <vt:i4>0</vt:i4>
      </vt:variant>
      <vt:variant>
        <vt:i4>5</vt:i4>
      </vt:variant>
      <vt:variant>
        <vt:lpwstr>http://www.kontsumobide.net/</vt:lpwstr>
      </vt:variant>
      <vt:variant>
        <vt:lpwstr/>
      </vt:variant>
      <vt:variant>
        <vt:i4>5701748</vt:i4>
      </vt:variant>
      <vt:variant>
        <vt:i4>0</vt:i4>
      </vt:variant>
      <vt:variant>
        <vt:i4>0</vt:i4>
      </vt:variant>
      <vt:variant>
        <vt:i4>5</vt:i4>
      </vt:variant>
      <vt:variant>
        <vt:lpwstr>mailto:kontsumobide@kontsumobide.es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Argarate Iriondo, Ikerne</dc:creator>
  <cp:lastModifiedBy>jlazaro</cp:lastModifiedBy>
  <cp:revision>5</cp:revision>
  <cp:lastPrinted>2014-09-25T08:19:00Z</cp:lastPrinted>
  <dcterms:created xsi:type="dcterms:W3CDTF">2015-04-30T11:20:00Z</dcterms:created>
  <dcterms:modified xsi:type="dcterms:W3CDTF">2015-09-25T12:34:00Z</dcterms:modified>
</cp:coreProperties>
</file>